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6E3CABEC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BB57C9" w:rsidRPr="00BB57C9">
        <w:rPr>
          <w:b/>
          <w:bCs/>
          <w:lang w:val="en-GB"/>
        </w:rPr>
        <w:t>RFQ-47-G001-25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95156E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95156E">
        <w:rPr>
          <w:rFonts w:ascii="Calibri" w:hAnsi="Calibri" w:cs="Calibri"/>
        </w:rPr>
        <w:t>Kiribati Public Procurement Web</w:t>
      </w:r>
      <w:r w:rsidRPr="0095156E">
        <w:rPr>
          <w:rFonts w:ascii="Calibri" w:hAnsi="Calibri" w:cs="Calibri"/>
        </w:rPr>
        <w:t xml:space="preserve"> </w:t>
      </w:r>
      <w:r w:rsidR="00D80D8E" w:rsidRPr="0095156E">
        <w:rPr>
          <w:rFonts w:ascii="Calibri" w:hAnsi="Calibri" w:cs="Calibri"/>
        </w:rPr>
        <w:t>Portal</w:t>
      </w:r>
      <w:r w:rsidRPr="0095156E">
        <w:rPr>
          <w:rFonts w:ascii="Calibri" w:hAnsi="Calibri" w:cs="Calibri"/>
        </w:rPr>
        <w:t xml:space="preserve"> (</w:t>
      </w:r>
      <w:hyperlink r:id="rId11" w:history="1">
        <w:r w:rsidR="00AB0D84" w:rsidRPr="0095156E">
          <w:rPr>
            <w:rStyle w:val="Hyperlink"/>
          </w:rPr>
          <w:t>Tender List | Central Procurement Unit</w:t>
        </w:r>
      </w:hyperlink>
      <w:r w:rsidRPr="0095156E">
        <w:rPr>
          <w:rFonts w:ascii="Calibri" w:hAnsi="Calibri" w:cs="Calibri"/>
        </w:rPr>
        <w:t xml:space="preserve">) </w:t>
      </w:r>
      <w:r w:rsidRPr="0095156E">
        <w:rPr>
          <w:rFonts w:ascii="Calibri" w:hAnsi="Calibri" w:cs="Calibri"/>
          <w:u w:val="single"/>
        </w:rPr>
        <w:t>or</w:t>
      </w:r>
      <w:r w:rsidRPr="0095156E">
        <w:rPr>
          <w:rFonts w:ascii="Calibri" w:hAnsi="Calibri" w:cs="Calibri"/>
        </w:rPr>
        <w:t xml:space="preserve"> sent directly </w:t>
      </w:r>
      <w:r w:rsidR="00FE039B" w:rsidRPr="0095156E">
        <w:rPr>
          <w:rFonts w:ascii="Calibri" w:hAnsi="Calibri" w:cs="Calibri"/>
        </w:rPr>
        <w:t xml:space="preserve">to </w:t>
      </w:r>
      <w:r w:rsidRPr="0095156E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95156E">
        <w:rPr>
          <w:rFonts w:ascii="Calibri" w:hAnsi="Calibri" w:cs="Calibri"/>
        </w:rPr>
        <w:t>5-9</w:t>
      </w:r>
      <w:r w:rsidRPr="0095156E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4"/>
        <w:gridCol w:w="2347"/>
        <w:gridCol w:w="2148"/>
      </w:tblGrid>
      <w:tr w:rsidR="004E52A4" w:rsidRPr="00A33618" w14:paraId="07FCC147" w14:textId="24BFFE84" w:rsidTr="004E52A4">
        <w:trPr>
          <w:trHeight w:val="617"/>
        </w:trPr>
        <w:tc>
          <w:tcPr>
            <w:tcW w:w="4804" w:type="dxa"/>
            <w:shd w:val="clear" w:color="auto" w:fill="auto"/>
          </w:tcPr>
          <w:p w14:paraId="1F083020" w14:textId="77777777" w:rsidR="004E52A4" w:rsidRPr="00A33618" w:rsidRDefault="004E52A4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347" w:type="dxa"/>
            <w:shd w:val="clear" w:color="auto" w:fill="auto"/>
          </w:tcPr>
          <w:p w14:paraId="182AEE6E" w14:textId="77777777" w:rsidR="004E52A4" w:rsidRPr="00A33618" w:rsidRDefault="004E52A4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48" w:type="dxa"/>
          </w:tcPr>
          <w:p w14:paraId="7493C4DF" w14:textId="16DE0BD7" w:rsidR="004E52A4" w:rsidRPr="00833614" w:rsidRDefault="004E52A4" w:rsidP="00D719B3">
            <w:pPr>
              <w:jc w:val="both"/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 K</w:t>
            </w:r>
            <w:r w:rsidR="0095156E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S</w:t>
            </w:r>
            <w:r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T*</w:t>
            </w:r>
          </w:p>
        </w:tc>
      </w:tr>
      <w:tr w:rsidR="004E52A4" w:rsidRPr="00A33618" w14:paraId="28B1BC3C" w14:textId="63F4A4AF" w:rsidTr="004E52A4">
        <w:trPr>
          <w:trHeight w:val="603"/>
        </w:trPr>
        <w:tc>
          <w:tcPr>
            <w:tcW w:w="4804" w:type="dxa"/>
            <w:shd w:val="clear" w:color="auto" w:fill="auto"/>
          </w:tcPr>
          <w:p w14:paraId="462D669A" w14:textId="77777777" w:rsidR="004E52A4" w:rsidRPr="00B0293A" w:rsidRDefault="004E52A4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347" w:type="dxa"/>
            <w:shd w:val="clear" w:color="auto" w:fill="auto"/>
          </w:tcPr>
          <w:p w14:paraId="56C60DEA" w14:textId="25E47050" w:rsidR="004E52A4" w:rsidRPr="00251A4B" w:rsidRDefault="004E52A4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48" w:type="dxa"/>
          </w:tcPr>
          <w:p w14:paraId="0692A8DD" w14:textId="77777777" w:rsidR="004E52A4" w:rsidRPr="00BB57C9" w:rsidRDefault="004E52A4" w:rsidP="00D719B3">
            <w:pPr>
              <w:rPr>
                <w:rFonts w:ascii="Calibri" w:hAnsi="Calibri"/>
                <w:szCs w:val="20"/>
              </w:rPr>
            </w:pPr>
            <w:r w:rsidRPr="00BB57C9">
              <w:rPr>
                <w:rFonts w:ascii="Calibri" w:hAnsi="Calibri"/>
                <w:szCs w:val="20"/>
              </w:rPr>
              <w:t>Fri 14/03/2025</w:t>
            </w:r>
          </w:p>
          <w:p w14:paraId="3B5EA936" w14:textId="44D9AD1A" w:rsidR="004E52A4" w:rsidRPr="00BB57C9" w:rsidRDefault="004E52A4" w:rsidP="00D719B3">
            <w:pPr>
              <w:rPr>
                <w:rFonts w:ascii="Calibri" w:hAnsi="Calibri"/>
                <w:szCs w:val="20"/>
              </w:rPr>
            </w:pPr>
            <w:r w:rsidRPr="00BB57C9">
              <w:rPr>
                <w:rFonts w:ascii="Calibri" w:hAnsi="Calibri"/>
                <w:szCs w:val="20"/>
              </w:rPr>
              <w:t>(16:00)</w:t>
            </w:r>
          </w:p>
        </w:tc>
      </w:tr>
      <w:tr w:rsidR="004E52A4" w:rsidRPr="00A33618" w14:paraId="4D9567D4" w14:textId="398E5C14" w:rsidTr="004E52A4">
        <w:trPr>
          <w:trHeight w:val="617"/>
        </w:trPr>
        <w:tc>
          <w:tcPr>
            <w:tcW w:w="4804" w:type="dxa"/>
            <w:shd w:val="clear" w:color="auto" w:fill="auto"/>
          </w:tcPr>
          <w:p w14:paraId="34AF4BE9" w14:textId="77777777" w:rsidR="004E52A4" w:rsidRPr="00B0293A" w:rsidRDefault="004E52A4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347" w:type="dxa"/>
            <w:shd w:val="clear" w:color="auto" w:fill="auto"/>
          </w:tcPr>
          <w:p w14:paraId="440009ED" w14:textId="77777777" w:rsidR="004E52A4" w:rsidRPr="00251A4B" w:rsidRDefault="004E52A4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48" w:type="dxa"/>
          </w:tcPr>
          <w:p w14:paraId="65CD37BC" w14:textId="40349081" w:rsidR="004E52A4" w:rsidRPr="00BB57C9" w:rsidRDefault="004E52A4" w:rsidP="00D719B3">
            <w:pPr>
              <w:rPr>
                <w:rFonts w:ascii="Calibri" w:hAnsi="Calibri"/>
                <w:szCs w:val="20"/>
              </w:rPr>
            </w:pPr>
            <w:r w:rsidRPr="00BB57C9">
              <w:rPr>
                <w:rFonts w:ascii="Calibri" w:hAnsi="Calibri"/>
                <w:szCs w:val="20"/>
              </w:rPr>
              <w:t>Thur 20/03/25</w:t>
            </w:r>
          </w:p>
          <w:p w14:paraId="256F2E7A" w14:textId="5B58A0C9" w:rsidR="004E52A4" w:rsidRPr="00BB57C9" w:rsidRDefault="004E52A4" w:rsidP="00D719B3">
            <w:pPr>
              <w:rPr>
                <w:rFonts w:ascii="Calibri" w:hAnsi="Calibri"/>
                <w:szCs w:val="20"/>
              </w:rPr>
            </w:pPr>
            <w:r w:rsidRPr="00BB57C9">
              <w:rPr>
                <w:rFonts w:ascii="Calibri" w:hAnsi="Calibri"/>
                <w:szCs w:val="20"/>
              </w:rPr>
              <w:t>(16:00)</w:t>
            </w:r>
          </w:p>
        </w:tc>
      </w:tr>
      <w:tr w:rsidR="004E52A4" w:rsidRPr="00A33618" w14:paraId="2E8E3BDC" w14:textId="3556D58A" w:rsidTr="004E52A4">
        <w:trPr>
          <w:trHeight w:val="920"/>
        </w:trPr>
        <w:tc>
          <w:tcPr>
            <w:tcW w:w="4804" w:type="dxa"/>
            <w:shd w:val="clear" w:color="auto" w:fill="auto"/>
          </w:tcPr>
          <w:p w14:paraId="2D4664AB" w14:textId="11017F4A" w:rsidR="004E52A4" w:rsidRPr="00B0293A" w:rsidRDefault="004E52A4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347" w:type="dxa"/>
            <w:shd w:val="clear" w:color="auto" w:fill="auto"/>
          </w:tcPr>
          <w:p w14:paraId="0090B8D6" w14:textId="441BE3E8" w:rsidR="004E52A4" w:rsidRPr="00251A4B" w:rsidRDefault="004E52A4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48" w:type="dxa"/>
          </w:tcPr>
          <w:p w14:paraId="63AB266F" w14:textId="1483E3A1" w:rsidR="004E52A4" w:rsidRPr="00BB57C9" w:rsidRDefault="004E52A4" w:rsidP="00B0293A">
            <w:pPr>
              <w:rPr>
                <w:rFonts w:ascii="Calibri" w:hAnsi="Calibri"/>
                <w:szCs w:val="20"/>
              </w:rPr>
            </w:pPr>
            <w:r w:rsidRPr="00BB57C9">
              <w:rPr>
                <w:rFonts w:ascii="Calibri" w:hAnsi="Calibri"/>
                <w:szCs w:val="20"/>
              </w:rPr>
              <w:t>Fri 21/03/25</w:t>
            </w:r>
          </w:p>
          <w:p w14:paraId="5F4AD317" w14:textId="402261B1" w:rsidR="004E52A4" w:rsidRPr="00BB57C9" w:rsidRDefault="004E52A4" w:rsidP="00B0293A">
            <w:pPr>
              <w:rPr>
                <w:rFonts w:ascii="Calibri" w:hAnsi="Calibri"/>
                <w:szCs w:val="20"/>
              </w:rPr>
            </w:pPr>
            <w:r w:rsidRPr="00BB57C9">
              <w:rPr>
                <w:rFonts w:ascii="Calibri" w:hAnsi="Calibri"/>
                <w:szCs w:val="20"/>
              </w:rPr>
              <w:t>(16:00)</w:t>
            </w:r>
          </w:p>
        </w:tc>
      </w:tr>
      <w:tr w:rsidR="004E52A4" w:rsidRPr="00A33618" w14:paraId="3D3C37BA" w14:textId="54910FE4" w:rsidTr="004E52A4">
        <w:trPr>
          <w:trHeight w:val="617"/>
        </w:trPr>
        <w:tc>
          <w:tcPr>
            <w:tcW w:w="4804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4E52A4" w:rsidRPr="00B0293A" w:rsidRDefault="004E52A4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347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4E52A4" w:rsidRPr="00251A4B" w:rsidRDefault="004E52A4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48" w:type="dxa"/>
            <w:tcBorders>
              <w:bottom w:val="single" w:sz="12" w:space="0" w:color="auto"/>
            </w:tcBorders>
          </w:tcPr>
          <w:p w14:paraId="58DC56CF" w14:textId="7A075644" w:rsidR="004E52A4" w:rsidRPr="00BB57C9" w:rsidRDefault="004E52A4" w:rsidP="00D719B3">
            <w:pPr>
              <w:rPr>
                <w:rFonts w:ascii="Calibri" w:hAnsi="Calibri"/>
                <w:szCs w:val="20"/>
              </w:rPr>
            </w:pPr>
            <w:r w:rsidRPr="00BB57C9">
              <w:rPr>
                <w:rFonts w:ascii="Calibri" w:hAnsi="Calibri"/>
                <w:szCs w:val="20"/>
              </w:rPr>
              <w:t>Mon 24/03/25</w:t>
            </w:r>
          </w:p>
          <w:p w14:paraId="5C1B854D" w14:textId="0F838691" w:rsidR="004E52A4" w:rsidRPr="00BB57C9" w:rsidRDefault="004E52A4" w:rsidP="00D719B3">
            <w:pPr>
              <w:rPr>
                <w:rFonts w:ascii="Calibri" w:hAnsi="Calibri"/>
                <w:szCs w:val="20"/>
              </w:rPr>
            </w:pPr>
            <w:r w:rsidRPr="00BB57C9">
              <w:rPr>
                <w:rFonts w:ascii="Calibri" w:hAnsi="Calibri"/>
                <w:szCs w:val="20"/>
              </w:rPr>
              <w:t>(16:00)</w:t>
            </w:r>
          </w:p>
        </w:tc>
      </w:tr>
      <w:tr w:rsidR="004E52A4" w:rsidRPr="00A33618" w14:paraId="1D91F0FB" w14:textId="26D5D542" w:rsidTr="004E52A4">
        <w:trPr>
          <w:trHeight w:val="301"/>
        </w:trPr>
        <w:tc>
          <w:tcPr>
            <w:tcW w:w="4804" w:type="dxa"/>
            <w:shd w:val="clear" w:color="auto" w:fill="auto"/>
          </w:tcPr>
          <w:p w14:paraId="26733970" w14:textId="77777777" w:rsidR="004E52A4" w:rsidRPr="00B0293A" w:rsidRDefault="004E52A4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347" w:type="dxa"/>
            <w:shd w:val="clear" w:color="auto" w:fill="auto"/>
          </w:tcPr>
          <w:p w14:paraId="2D6F368F" w14:textId="40DCA3AB" w:rsidR="004E52A4" w:rsidRPr="00251A4B" w:rsidRDefault="004E52A4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48" w:type="dxa"/>
          </w:tcPr>
          <w:p w14:paraId="7463093C" w14:textId="75EF57C7" w:rsidR="004E52A4" w:rsidRDefault="004E52A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Tue 25/03/25</w:t>
            </w:r>
          </w:p>
        </w:tc>
      </w:tr>
      <w:tr w:rsidR="004E52A4" w:rsidRPr="00A33618" w14:paraId="5319267B" w14:textId="16662ED9" w:rsidTr="004E52A4">
        <w:trPr>
          <w:trHeight w:val="301"/>
        </w:trPr>
        <w:tc>
          <w:tcPr>
            <w:tcW w:w="4804" w:type="dxa"/>
            <w:shd w:val="clear" w:color="auto" w:fill="auto"/>
          </w:tcPr>
          <w:p w14:paraId="7C5FEA8D" w14:textId="77777777" w:rsidR="004E52A4" w:rsidRPr="00B0293A" w:rsidRDefault="004E52A4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347" w:type="dxa"/>
            <w:shd w:val="clear" w:color="auto" w:fill="auto"/>
          </w:tcPr>
          <w:p w14:paraId="06B62228" w14:textId="1D1C1A63" w:rsidR="004E52A4" w:rsidRPr="00251A4B" w:rsidRDefault="004E52A4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48" w:type="dxa"/>
          </w:tcPr>
          <w:p w14:paraId="691FEB9C" w14:textId="7F8B2F0B" w:rsidR="004E52A4" w:rsidRDefault="004E52A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Wed 26/03/25</w:t>
            </w:r>
          </w:p>
        </w:tc>
      </w:tr>
      <w:tr w:rsidR="004E52A4" w:rsidRPr="00A33618" w14:paraId="603C6C3A" w14:textId="089EA308" w:rsidTr="004E52A4">
        <w:trPr>
          <w:trHeight w:val="617"/>
        </w:trPr>
        <w:tc>
          <w:tcPr>
            <w:tcW w:w="4804" w:type="dxa"/>
            <w:shd w:val="clear" w:color="auto" w:fill="auto"/>
          </w:tcPr>
          <w:p w14:paraId="468A46DD" w14:textId="77777777" w:rsidR="004E52A4" w:rsidRPr="00B0293A" w:rsidRDefault="004E52A4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347" w:type="dxa"/>
            <w:shd w:val="clear" w:color="auto" w:fill="auto"/>
          </w:tcPr>
          <w:p w14:paraId="41CD7928" w14:textId="0B6EE773" w:rsidR="004E52A4" w:rsidRPr="00251A4B" w:rsidRDefault="004E52A4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48" w:type="dxa"/>
          </w:tcPr>
          <w:p w14:paraId="48E117D6" w14:textId="6C8DF5C3" w:rsidR="004E52A4" w:rsidRDefault="004E52A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Wed 26/03/25</w:t>
            </w:r>
          </w:p>
        </w:tc>
      </w:tr>
      <w:tr w:rsidR="004E52A4" w:rsidRPr="00A33618" w14:paraId="405F2EC0" w14:textId="7E5C53D7" w:rsidTr="004E52A4">
        <w:trPr>
          <w:trHeight w:val="603"/>
        </w:trPr>
        <w:tc>
          <w:tcPr>
            <w:tcW w:w="4804" w:type="dxa"/>
            <w:shd w:val="clear" w:color="auto" w:fill="auto"/>
          </w:tcPr>
          <w:p w14:paraId="64B1558C" w14:textId="77777777" w:rsidR="004E52A4" w:rsidRPr="00B0293A" w:rsidRDefault="004E52A4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347" w:type="dxa"/>
            <w:shd w:val="clear" w:color="auto" w:fill="auto"/>
          </w:tcPr>
          <w:p w14:paraId="022BDB2B" w14:textId="1AB579C9" w:rsidR="004E52A4" w:rsidRPr="00251A4B" w:rsidRDefault="004E52A4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48" w:type="dxa"/>
          </w:tcPr>
          <w:p w14:paraId="37095CE9" w14:textId="5673C50F" w:rsidR="004E52A4" w:rsidRDefault="004E52A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Thur 27/03/25</w:t>
            </w:r>
          </w:p>
        </w:tc>
      </w:tr>
      <w:tr w:rsidR="004E52A4" w:rsidRPr="00A33618" w14:paraId="169855ED" w14:textId="7D3E2F95" w:rsidTr="004E52A4">
        <w:trPr>
          <w:trHeight w:val="301"/>
        </w:trPr>
        <w:tc>
          <w:tcPr>
            <w:tcW w:w="4804" w:type="dxa"/>
            <w:shd w:val="clear" w:color="auto" w:fill="auto"/>
          </w:tcPr>
          <w:p w14:paraId="4995C7A1" w14:textId="77777777" w:rsidR="004E52A4" w:rsidRPr="00B0293A" w:rsidRDefault="004E52A4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347" w:type="dxa"/>
            <w:shd w:val="clear" w:color="auto" w:fill="auto"/>
          </w:tcPr>
          <w:p w14:paraId="12184960" w14:textId="77777777" w:rsidR="004E52A4" w:rsidRPr="00A33618" w:rsidRDefault="004E52A4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48" w:type="dxa"/>
          </w:tcPr>
          <w:p w14:paraId="55B45845" w14:textId="5713FB5C" w:rsidR="004E52A4" w:rsidRDefault="004E52A4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Frid 29/03/25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FDD6E" w14:textId="77777777" w:rsidR="00095200" w:rsidRDefault="00095200">
      <w:r>
        <w:separator/>
      </w:r>
    </w:p>
  </w:endnote>
  <w:endnote w:type="continuationSeparator" w:id="0">
    <w:p w14:paraId="2631B963" w14:textId="77777777" w:rsidR="00095200" w:rsidRDefault="00095200">
      <w:r>
        <w:continuationSeparator/>
      </w:r>
    </w:p>
  </w:endnote>
  <w:endnote w:type="continuationNotice" w:id="1">
    <w:p w14:paraId="47A8BD78" w14:textId="77777777" w:rsidR="00095200" w:rsidRDefault="000952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3256A5C4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95156E">
      <w:rPr>
        <w:noProof/>
      </w:rPr>
      <w:t>2025-03-14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9DBC3" w14:textId="77777777" w:rsidR="00095200" w:rsidRDefault="00095200">
      <w:r>
        <w:separator/>
      </w:r>
    </w:p>
  </w:footnote>
  <w:footnote w:type="continuationSeparator" w:id="0">
    <w:p w14:paraId="5ED46D35" w14:textId="77777777" w:rsidR="00095200" w:rsidRDefault="00095200">
      <w:r>
        <w:continuationSeparator/>
      </w:r>
    </w:p>
  </w:footnote>
  <w:footnote w:type="continuationNotice" w:id="1">
    <w:p w14:paraId="23DD6013" w14:textId="77777777" w:rsidR="00095200" w:rsidRDefault="000952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745445AF" w:rsidR="00133D55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b/>
        <w:bCs/>
        <w:szCs w:val="24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BB57C9" w:rsidRPr="00BB57C9">
      <w:rPr>
        <w:rFonts w:asciiTheme="minorHAnsi" w:hAnsiTheme="minorHAnsi" w:cs="Calibri"/>
        <w:b/>
        <w:bCs/>
        <w:szCs w:val="24"/>
      </w:rPr>
      <w:t>RFQ-47-G001-25</w:t>
    </w:r>
  </w:p>
  <w:p w14:paraId="1B69072A" w14:textId="77777777" w:rsidR="00BB57C9" w:rsidRPr="00141577" w:rsidRDefault="00BB57C9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496348">
    <w:abstractNumId w:val="1"/>
  </w:num>
  <w:num w:numId="2" w16cid:durableId="1488934066">
    <w:abstractNumId w:val="10"/>
  </w:num>
  <w:num w:numId="3" w16cid:durableId="1005547803">
    <w:abstractNumId w:val="11"/>
  </w:num>
  <w:num w:numId="4" w16cid:durableId="918439998">
    <w:abstractNumId w:val="4"/>
  </w:num>
  <w:num w:numId="5" w16cid:durableId="1949894936">
    <w:abstractNumId w:val="3"/>
  </w:num>
  <w:num w:numId="6" w16cid:durableId="714693710">
    <w:abstractNumId w:val="7"/>
  </w:num>
  <w:num w:numId="7" w16cid:durableId="717781023">
    <w:abstractNumId w:val="5"/>
  </w:num>
  <w:num w:numId="8" w16cid:durableId="2139836842">
    <w:abstractNumId w:val="9"/>
  </w:num>
  <w:num w:numId="9" w16cid:durableId="5180541">
    <w:abstractNumId w:val="0"/>
  </w:num>
  <w:num w:numId="10" w16cid:durableId="1538349809">
    <w:abstractNumId w:val="8"/>
  </w:num>
  <w:num w:numId="11" w16cid:durableId="698512946">
    <w:abstractNumId w:val="2"/>
  </w:num>
  <w:num w:numId="12" w16cid:durableId="411466609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00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A6562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0D83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0B7D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E52A4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6B82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6F0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838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35DE2"/>
    <w:rsid w:val="00940440"/>
    <w:rsid w:val="00941428"/>
    <w:rsid w:val="0094214B"/>
    <w:rsid w:val="00945767"/>
    <w:rsid w:val="00946A63"/>
    <w:rsid w:val="00947D23"/>
    <w:rsid w:val="0095156E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7C9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4537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3E4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24</TotalTime>
  <Pages>2</Pages>
  <Words>202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1374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CPU</cp:lastModifiedBy>
  <cp:revision>6</cp:revision>
  <cp:lastPrinted>2013-10-18T08:32:00Z</cp:lastPrinted>
  <dcterms:created xsi:type="dcterms:W3CDTF">2025-01-16T01:54:00Z</dcterms:created>
  <dcterms:modified xsi:type="dcterms:W3CDTF">2025-03-14T01:50:00Z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